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BA6AD" w14:textId="39A71241" w:rsidR="00BC228C" w:rsidRDefault="000F34B9" w:rsidP="003832B9">
      <w:pPr>
        <w:spacing w:line="360" w:lineRule="auto"/>
        <w:rPr>
          <w:b/>
          <w:color w:val="auto"/>
          <w:sz w:val="28"/>
          <w:szCs w:val="28"/>
        </w:rPr>
      </w:pPr>
      <w:r>
        <w:rPr>
          <w:b/>
          <w:color w:val="auto"/>
          <w:sz w:val="28"/>
          <w:szCs w:val="28"/>
        </w:rPr>
        <w:t xml:space="preserve">Hettich: </w:t>
      </w:r>
      <w:r w:rsidR="00BD74E5">
        <w:rPr>
          <w:b/>
          <w:color w:val="auto"/>
          <w:sz w:val="28"/>
          <w:szCs w:val="28"/>
        </w:rPr>
        <w:t>Globale Vernetzung für nachhaltiges Wachstum</w:t>
      </w:r>
    </w:p>
    <w:p w14:paraId="25FCB58A" w14:textId="77777777" w:rsidR="00AB0A72" w:rsidRPr="000F34B9" w:rsidRDefault="00AB0A72" w:rsidP="00365A11">
      <w:pPr>
        <w:spacing w:line="360" w:lineRule="auto"/>
        <w:rPr>
          <w:rFonts w:cs="Arial"/>
          <w:color w:val="000000" w:themeColor="text1"/>
        </w:rPr>
      </w:pPr>
    </w:p>
    <w:p w14:paraId="6631A81F" w14:textId="3D43D582" w:rsidR="00BD74E5" w:rsidRPr="00BD74E5" w:rsidRDefault="00BD74E5" w:rsidP="00BD74E5">
      <w:pPr>
        <w:spacing w:line="360" w:lineRule="auto"/>
        <w:rPr>
          <w:b/>
          <w:color w:val="000000" w:themeColor="text1"/>
        </w:rPr>
      </w:pPr>
      <w:r w:rsidRPr="00BD74E5">
        <w:rPr>
          <w:b/>
          <w:color w:val="000000" w:themeColor="text1"/>
        </w:rPr>
        <w:t xml:space="preserve">Seit 1888 erfindet sich Hettich immer wieder neu und begreift Veränderungen als Chancen. Der Wille, das Schicksal selbst in die Hand zu nehmen, den Status quo weitblickend zu hinterfragen und sich immer wieder entschlossen neu zu erfinden, zeichnet die Unternehmensgründer und Hettich als Familienunternehmen in vierter Generation aus. Die Sicherung des Generationenwerks und damit die mittel- und langfristige Zukunft der Hettich Unternehmensgruppe ist für das gesamte Hettich-Team eine kollektive Verpflichtung. </w:t>
      </w:r>
    </w:p>
    <w:p w14:paraId="57F4C826" w14:textId="1A0BA021" w:rsidR="00BD74E5" w:rsidRDefault="00BD74E5" w:rsidP="003832B9">
      <w:pPr>
        <w:spacing w:line="360" w:lineRule="auto"/>
        <w:rPr>
          <w:b/>
          <w:color w:val="000000" w:themeColor="text1"/>
        </w:rPr>
      </w:pPr>
    </w:p>
    <w:p w14:paraId="088C352C" w14:textId="77777777" w:rsidR="00136FD4" w:rsidRDefault="00136FD4" w:rsidP="00136FD4">
      <w:pPr>
        <w:spacing w:line="360" w:lineRule="auto"/>
        <w:rPr>
          <w:color w:val="000000" w:themeColor="text1"/>
        </w:rPr>
      </w:pPr>
      <w:r w:rsidRPr="00136FD4">
        <w:rPr>
          <w:color w:val="000000" w:themeColor="text1"/>
        </w:rPr>
        <w:t xml:space="preserve">Das volatile globale Marktumfeld, geopolitische Entwicklungen, der Vormarsch der künstlichen Intelligenz und zunehmende Regulierungen (z.B. in der EU: ETS (Emissionshandelssystem) und CBAM (Carbon Border Adjustment </w:t>
      </w:r>
      <w:proofErr w:type="spellStart"/>
      <w:r w:rsidRPr="00136FD4">
        <w:rPr>
          <w:color w:val="000000" w:themeColor="text1"/>
        </w:rPr>
        <w:t>Mechanism</w:t>
      </w:r>
      <w:proofErr w:type="spellEnd"/>
      <w:r w:rsidRPr="00136FD4">
        <w:rPr>
          <w:color w:val="000000" w:themeColor="text1"/>
        </w:rPr>
        <w:t xml:space="preserve">)) erfordern heute weitblickendes Handeln. Hettich denkt kontinuierlich über die Erschließung neuer Märkte, innovative Einrichtungslösungen und eine optimale, zukunftssichere Wertschöpfungskette im Sinne seiner Kunden nach. </w:t>
      </w:r>
    </w:p>
    <w:p w14:paraId="11B8DC33" w14:textId="77777777" w:rsidR="00136FD4" w:rsidRDefault="00136FD4" w:rsidP="00136FD4">
      <w:pPr>
        <w:spacing w:line="360" w:lineRule="auto"/>
        <w:rPr>
          <w:color w:val="000000" w:themeColor="text1"/>
        </w:rPr>
      </w:pPr>
    </w:p>
    <w:p w14:paraId="24CE816D" w14:textId="05E08772" w:rsidR="00136FD4" w:rsidRDefault="00136FD4" w:rsidP="00136FD4">
      <w:pPr>
        <w:spacing w:line="360" w:lineRule="auto"/>
        <w:rPr>
          <w:color w:val="000000" w:themeColor="text1"/>
        </w:rPr>
      </w:pPr>
      <w:r w:rsidRPr="00136FD4">
        <w:rPr>
          <w:color w:val="000000" w:themeColor="text1"/>
        </w:rPr>
        <w:t>„Eine sich immer schneller verändernde Welt fordert uns heraus, in Möglichkeiten zu denken und im Interesse heutiger und künftiger Generationen noch nachhaltiger zu werden“, sagt Michael Lehmkuhl, Geschäftsführer bei Hettich. „Wir setzen uns in den Fahrersitz, um die nächste Stufe zu erreichen: noch kreativer, noch vernetzter, noch globaler“.</w:t>
      </w:r>
    </w:p>
    <w:p w14:paraId="0105D7CB" w14:textId="77777777" w:rsidR="00136FD4" w:rsidRPr="00136FD4" w:rsidRDefault="00136FD4" w:rsidP="00136FD4">
      <w:pPr>
        <w:spacing w:line="360" w:lineRule="auto"/>
        <w:rPr>
          <w:color w:val="000000" w:themeColor="text1"/>
        </w:rPr>
      </w:pPr>
    </w:p>
    <w:p w14:paraId="075AAEEB" w14:textId="77777777" w:rsidR="00136FD4" w:rsidRDefault="00136FD4" w:rsidP="00365A11">
      <w:pPr>
        <w:spacing w:line="360" w:lineRule="auto"/>
        <w:rPr>
          <w:color w:val="000000" w:themeColor="text1"/>
        </w:rPr>
      </w:pPr>
    </w:p>
    <w:p w14:paraId="4EAC3A0C" w14:textId="77777777" w:rsidR="00136FD4" w:rsidRDefault="00136FD4" w:rsidP="00136FD4">
      <w:pPr>
        <w:rPr>
          <w:b/>
          <w:bCs/>
        </w:rPr>
      </w:pPr>
      <w:r>
        <w:rPr>
          <w:b/>
          <w:bCs/>
        </w:rPr>
        <w:lastRenderedPageBreak/>
        <w:t>Maßnahmen zur Sicherung der Zukunftsfähigkeit</w:t>
      </w:r>
    </w:p>
    <w:p w14:paraId="7F0A81DC" w14:textId="77777777" w:rsidR="008E6DD9" w:rsidRPr="00F45413" w:rsidRDefault="008E6DD9" w:rsidP="00136FD4">
      <w:pPr>
        <w:rPr>
          <w:b/>
          <w:bCs/>
        </w:rPr>
      </w:pPr>
    </w:p>
    <w:p w14:paraId="403BAAF0" w14:textId="5847BD24" w:rsidR="00136FD4" w:rsidRDefault="00136FD4" w:rsidP="00136FD4">
      <w:pPr>
        <w:spacing w:line="360" w:lineRule="auto"/>
        <w:rPr>
          <w:color w:val="000000" w:themeColor="text1"/>
        </w:rPr>
      </w:pPr>
      <w:r w:rsidRPr="00136FD4">
        <w:rPr>
          <w:color w:val="000000" w:themeColor="text1"/>
        </w:rPr>
        <w:t xml:space="preserve">Um die Kunden weltweit noch besser zu bedienen, werden die europäischen Logistikprozesse optimiert. Das </w:t>
      </w:r>
      <w:r w:rsidR="00B96887">
        <w:rPr>
          <w:color w:val="auto"/>
        </w:rPr>
        <w:t>45</w:t>
      </w:r>
      <w:r w:rsidRPr="00136FD4">
        <w:rPr>
          <w:color w:val="000000" w:themeColor="text1"/>
        </w:rPr>
        <w:t xml:space="preserve"> Jahre alte Logistikzentrum in Vlotho stößt an seine Kapazitätsgrenzen. Mit erfahrenen externen Logistikpartnern soll daher eine zukunftsorientierte, effiziente und skalierbare Lieferkette aufgebaut werden. Transparente Kommunikation und regelmäßige Fortschrittsberichte für alle Beteiligten sind dabei schon jetzt selbstverständlich. </w:t>
      </w:r>
      <w:r w:rsidR="00B96887" w:rsidRPr="00E82820">
        <w:rPr>
          <w:color w:val="000000" w:themeColor="text1"/>
        </w:rPr>
        <w:t xml:space="preserve">Der Austausch mit den </w:t>
      </w:r>
      <w:r w:rsidR="00B96887">
        <w:rPr>
          <w:color w:val="000000" w:themeColor="text1"/>
        </w:rPr>
        <w:t xml:space="preserve">120 betroffenen </w:t>
      </w:r>
      <w:r w:rsidR="00B96887" w:rsidRPr="00E82820">
        <w:rPr>
          <w:color w:val="000000" w:themeColor="text1"/>
        </w:rPr>
        <w:t>Kolleginnen und Kollegen und den Betriebsräten ist essenziell, um gemeinsam die bestmöglichen Lösungen zu finden</w:t>
      </w:r>
      <w:r w:rsidR="00B96887">
        <w:rPr>
          <w:color w:val="000000" w:themeColor="text1"/>
        </w:rPr>
        <w:t>.</w:t>
      </w:r>
    </w:p>
    <w:p w14:paraId="5DCA8B65" w14:textId="77777777" w:rsidR="00136FD4" w:rsidRPr="00136FD4" w:rsidRDefault="00136FD4" w:rsidP="00136FD4">
      <w:pPr>
        <w:spacing w:line="360" w:lineRule="auto"/>
        <w:rPr>
          <w:color w:val="000000" w:themeColor="text1"/>
        </w:rPr>
      </w:pPr>
    </w:p>
    <w:p w14:paraId="4C198517" w14:textId="7BDA15B7" w:rsidR="00136FD4" w:rsidRDefault="00136FD4" w:rsidP="00136FD4">
      <w:pPr>
        <w:spacing w:line="360" w:lineRule="auto"/>
        <w:rPr>
          <w:color w:val="000000" w:themeColor="text1"/>
        </w:rPr>
      </w:pPr>
      <w:r w:rsidRPr="00136FD4">
        <w:rPr>
          <w:color w:val="000000" w:themeColor="text1"/>
        </w:rPr>
        <w:t xml:space="preserve">Hettich ist stolz auf </w:t>
      </w:r>
      <w:r w:rsidR="00295C7F">
        <w:rPr>
          <w:color w:val="000000" w:themeColor="text1"/>
        </w:rPr>
        <w:t>sein globales Produktionsnetzwerk</w:t>
      </w:r>
      <w:r w:rsidRPr="00136FD4">
        <w:rPr>
          <w:color w:val="000000" w:themeColor="text1"/>
        </w:rPr>
        <w:t xml:space="preserve"> in 8 Ländern. Diese globale Präsenz bietet Vorteile in puncto Liefersicherheit, Risikomanagement und nachhaltigeren Lieferketten. Regulatorischen Herausforderungen wie dem CBAM kann durch diese Struktur gut begegnet werden. Die Produktionskapazitäten werden über alle Marken unter dem Dach der Hettich Gruppe und über alle Länder hinweg optimiert, unter Berücksichtigung geopolit</w:t>
      </w:r>
      <w:r w:rsidR="00DE75C3">
        <w:rPr>
          <w:color w:val="000000" w:themeColor="text1"/>
        </w:rPr>
        <w:t>i</w:t>
      </w:r>
      <w:r w:rsidRPr="00136FD4">
        <w:rPr>
          <w:color w:val="000000" w:themeColor="text1"/>
        </w:rPr>
        <w:t xml:space="preserve">scher Aspekte und Nachhaltigkeitskriterien. </w:t>
      </w:r>
    </w:p>
    <w:p w14:paraId="31DA417B" w14:textId="77777777" w:rsidR="00136FD4" w:rsidRPr="00136FD4" w:rsidRDefault="00136FD4" w:rsidP="00136FD4">
      <w:pPr>
        <w:spacing w:line="360" w:lineRule="auto"/>
        <w:rPr>
          <w:color w:val="000000" w:themeColor="text1"/>
        </w:rPr>
      </w:pPr>
    </w:p>
    <w:p w14:paraId="0A139D46" w14:textId="07F10B91" w:rsidR="00136FD4" w:rsidRDefault="00136FD4" w:rsidP="00136FD4">
      <w:pPr>
        <w:spacing w:line="360" w:lineRule="auto"/>
        <w:rPr>
          <w:color w:val="000000" w:themeColor="text1"/>
        </w:rPr>
      </w:pPr>
      <w:r w:rsidRPr="00136FD4">
        <w:rPr>
          <w:color w:val="000000" w:themeColor="text1"/>
        </w:rPr>
        <w:t xml:space="preserve">Die Hettich Gruppe setzt weiterhin auf </w:t>
      </w:r>
      <w:r w:rsidR="00B251B6">
        <w:rPr>
          <w:color w:val="000000" w:themeColor="text1"/>
        </w:rPr>
        <w:t>Vernetzung</w:t>
      </w:r>
      <w:r w:rsidRPr="00136FD4">
        <w:rPr>
          <w:color w:val="000000" w:themeColor="text1"/>
        </w:rPr>
        <w:t xml:space="preserve"> und die gesellschaftsübergreifende Zusammenarbeit, um wettbewerbsfähig zu bleiben. Prozessoptimierungen, End-</w:t>
      </w:r>
      <w:proofErr w:type="spellStart"/>
      <w:r w:rsidRPr="00136FD4">
        <w:rPr>
          <w:color w:val="000000" w:themeColor="text1"/>
        </w:rPr>
        <w:t>to</w:t>
      </w:r>
      <w:proofErr w:type="spellEnd"/>
      <w:r w:rsidRPr="00136FD4">
        <w:rPr>
          <w:color w:val="000000" w:themeColor="text1"/>
        </w:rPr>
        <w:t xml:space="preserve">-End-Prozesse, Digitalisierung und die effiziente Nutzung der weltweiten Infrastruktur sind wesentliche Elemente dieser Strategie. Ziel ist die Steigerung der Effizienz und ein profitables Wachstum. </w:t>
      </w:r>
    </w:p>
    <w:p w14:paraId="72C55053" w14:textId="77777777" w:rsidR="00136FD4" w:rsidRPr="00136FD4" w:rsidRDefault="00136FD4" w:rsidP="00136FD4">
      <w:pPr>
        <w:spacing w:line="360" w:lineRule="auto"/>
        <w:rPr>
          <w:color w:val="000000" w:themeColor="text1"/>
        </w:rPr>
      </w:pPr>
    </w:p>
    <w:p w14:paraId="2D8538B5" w14:textId="28ABB8B0" w:rsidR="00136FD4" w:rsidRPr="00136FD4" w:rsidRDefault="00136FD4" w:rsidP="00136FD4">
      <w:pPr>
        <w:spacing w:line="360" w:lineRule="auto"/>
        <w:rPr>
          <w:color w:val="000000" w:themeColor="text1"/>
        </w:rPr>
      </w:pPr>
      <w:r w:rsidRPr="00136FD4">
        <w:rPr>
          <w:color w:val="000000" w:themeColor="text1"/>
        </w:rPr>
        <w:lastRenderedPageBreak/>
        <w:t xml:space="preserve">„Beim Denken in Möglichkeiten, um die Zukunft von Hettich zu gestalten, setzen wir auf die Stärken, Leidenschaften und Ideen unserer Kolleginnen und Kollegen in aller Welt. Beim Gestalten von Veränderungen ist uns entlang des Weges ein respektvolles und transparentes Miteinander wichtig“, beschreibt Jana Schönfeld, Geschäftsführerin bei Hettich, </w:t>
      </w:r>
      <w:r w:rsidR="00B251B6">
        <w:rPr>
          <w:color w:val="000000" w:themeColor="text1"/>
        </w:rPr>
        <w:t>die Zusammenarbeit</w:t>
      </w:r>
      <w:r w:rsidRPr="00136FD4">
        <w:rPr>
          <w:color w:val="000000" w:themeColor="text1"/>
        </w:rPr>
        <w:t xml:space="preserve"> im Unternehmen. </w:t>
      </w:r>
    </w:p>
    <w:p w14:paraId="6F491580" w14:textId="77777777" w:rsidR="000B556B" w:rsidRDefault="000B556B" w:rsidP="00365A11">
      <w:pPr>
        <w:spacing w:line="360" w:lineRule="auto"/>
        <w:rPr>
          <w:color w:val="000000" w:themeColor="text1"/>
        </w:rPr>
      </w:pPr>
    </w:p>
    <w:p w14:paraId="5BEF40F0" w14:textId="2E14C4C5" w:rsidR="00EA1EC0" w:rsidRDefault="00AB0A72" w:rsidP="00365A11">
      <w:pPr>
        <w:spacing w:line="360" w:lineRule="auto"/>
        <w:rPr>
          <w:lang w:eastAsia="sv-SE"/>
        </w:rPr>
      </w:pPr>
      <w:r w:rsidRPr="00E12745">
        <w:rPr>
          <w:lang w:eastAsia="sv-SE"/>
        </w:rPr>
        <w:t xml:space="preserve">Folgendes Bildmaterial steht </w:t>
      </w:r>
      <w:r w:rsidR="003A5327">
        <w:rPr>
          <w:lang w:eastAsia="sv-SE"/>
        </w:rPr>
        <w:t xml:space="preserve">im Menü „Presse“ </w:t>
      </w:r>
      <w:r w:rsidRPr="00C82F1B">
        <w:rPr>
          <w:lang w:eastAsia="sv-SE"/>
        </w:rPr>
        <w:t xml:space="preserve">auf </w:t>
      </w:r>
      <w:r w:rsidRPr="00C82F1B">
        <w:rPr>
          <w:b/>
          <w:lang w:eastAsia="sv-SE"/>
        </w:rPr>
        <w:t>www.hettich.com</w:t>
      </w:r>
      <w:r w:rsidRPr="00C82F1B">
        <w:rPr>
          <w:lang w:eastAsia="sv-SE"/>
        </w:rPr>
        <w:t xml:space="preserve"> zum </w:t>
      </w:r>
      <w:r>
        <w:rPr>
          <w:lang w:eastAsia="sv-SE"/>
        </w:rPr>
        <w:t>Down</w:t>
      </w:r>
      <w:r w:rsidRPr="00C82F1B">
        <w:rPr>
          <w:lang w:eastAsia="sv-SE"/>
        </w:rPr>
        <w:t>load bereit:</w:t>
      </w:r>
    </w:p>
    <w:p w14:paraId="1FD480A9" w14:textId="77777777" w:rsidR="003A5327" w:rsidRDefault="003A5327" w:rsidP="00365A11">
      <w:pPr>
        <w:rPr>
          <w:color w:val="auto"/>
          <w:sz w:val="22"/>
          <w:szCs w:val="22"/>
          <w:lang w:eastAsia="sv-SE"/>
        </w:rPr>
      </w:pPr>
    </w:p>
    <w:p w14:paraId="7DC4998B" w14:textId="77777777" w:rsidR="007962E5" w:rsidRDefault="007962E5" w:rsidP="00365A11">
      <w:pPr>
        <w:rPr>
          <w:color w:val="auto"/>
          <w:sz w:val="22"/>
          <w:szCs w:val="22"/>
          <w:lang w:eastAsia="sv-SE"/>
        </w:rPr>
      </w:pPr>
    </w:p>
    <w:p w14:paraId="60A6D0C5" w14:textId="77777777" w:rsidR="007962E5" w:rsidRDefault="004014CC" w:rsidP="007962E5">
      <w:pPr>
        <w:rPr>
          <w:color w:val="auto"/>
          <w:sz w:val="22"/>
          <w:szCs w:val="22"/>
          <w:lang w:eastAsia="sv-SE"/>
        </w:rPr>
      </w:pPr>
      <w:r>
        <w:rPr>
          <w:noProof/>
        </w:rPr>
        <w:drawing>
          <wp:inline distT="0" distB="0" distL="0" distR="0" wp14:anchorId="6B2862A3" wp14:editId="7DF9C208">
            <wp:extent cx="2544073" cy="1837267"/>
            <wp:effectExtent l="0" t="0" r="8890" b="0"/>
            <wp:docPr id="2120357384" name="Grafik 3" descr="Ein Bild, das Transpor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357384" name="Grafik 3" descr="Ein Bild, das Transport, draußen, Fahrzeug, Landfahrzeug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3011" cy="1850944"/>
                    </a:xfrm>
                    <a:prstGeom prst="rect">
                      <a:avLst/>
                    </a:prstGeom>
                    <a:noFill/>
                    <a:ln>
                      <a:noFill/>
                    </a:ln>
                  </pic:spPr>
                </pic:pic>
              </a:graphicData>
            </a:graphic>
          </wp:inline>
        </w:drawing>
      </w:r>
    </w:p>
    <w:p w14:paraId="1AFF8C97" w14:textId="403CD0FB" w:rsidR="003A5327" w:rsidRPr="00C83AF2" w:rsidRDefault="007962E5" w:rsidP="007962E5">
      <w:pPr>
        <w:rPr>
          <w:rFonts w:cs="Arial"/>
          <w:color w:val="auto"/>
          <w:sz w:val="22"/>
          <w:szCs w:val="22"/>
        </w:rPr>
      </w:pPr>
      <w:r w:rsidRPr="007962E5">
        <w:rPr>
          <w:rFonts w:cs="Arial"/>
          <w:color w:val="auto"/>
          <w:sz w:val="22"/>
          <w:szCs w:val="22"/>
        </w:rPr>
        <w:t>062025_</w:t>
      </w:r>
      <w:r>
        <w:rPr>
          <w:rFonts w:cs="Arial"/>
          <w:color w:val="auto"/>
          <w:sz w:val="22"/>
          <w:szCs w:val="22"/>
        </w:rPr>
        <w:t>a</w:t>
      </w:r>
      <w:r w:rsidRPr="007962E5">
        <w:rPr>
          <w:rFonts w:cs="Arial"/>
          <w:color w:val="auto"/>
          <w:sz w:val="22"/>
          <w:szCs w:val="22"/>
        </w:rPr>
        <w:br/>
      </w:r>
      <w:r w:rsidR="00DE01B8" w:rsidRPr="00DE01B8">
        <w:rPr>
          <w:rFonts w:cs="Arial"/>
          <w:color w:val="auto"/>
          <w:sz w:val="22"/>
          <w:szCs w:val="22"/>
        </w:rPr>
        <w:t>Optimierung der Logistikprozesse für eine zukunftsfähige und nachhaltige Wertschöpfungskette – Hettich setzt auf globale Vernetzung und effiziente Zusammenarbeit.</w:t>
      </w:r>
      <w:r w:rsidR="00DE01B8">
        <w:rPr>
          <w:rFonts w:cs="Arial"/>
          <w:color w:val="auto"/>
          <w:sz w:val="22"/>
          <w:szCs w:val="22"/>
        </w:rPr>
        <w:t xml:space="preserve"> </w:t>
      </w:r>
      <w:r w:rsidR="003A5327" w:rsidRPr="00C83AF2">
        <w:rPr>
          <w:rFonts w:cs="Arial"/>
          <w:color w:val="auto"/>
          <w:sz w:val="22"/>
          <w:szCs w:val="22"/>
        </w:rPr>
        <w:t>Foto: Hettich</w:t>
      </w:r>
    </w:p>
    <w:p w14:paraId="58C12FBB" w14:textId="77777777" w:rsidR="003A5327" w:rsidRDefault="003A5327" w:rsidP="003A5327">
      <w:pPr>
        <w:spacing w:line="360" w:lineRule="auto"/>
        <w:rPr>
          <w:lang w:eastAsia="sv-SE"/>
        </w:rPr>
      </w:pPr>
    </w:p>
    <w:p w14:paraId="120F47A4" w14:textId="77777777" w:rsidR="00B25F33" w:rsidRDefault="00B25F33" w:rsidP="00B25F33">
      <w:pPr>
        <w:rPr>
          <w:color w:val="auto"/>
          <w:sz w:val="22"/>
          <w:szCs w:val="22"/>
          <w:lang w:eastAsia="sv-SE"/>
        </w:rPr>
      </w:pPr>
      <w:r>
        <w:rPr>
          <w:noProof/>
        </w:rPr>
        <w:drawing>
          <wp:inline distT="0" distB="0" distL="0" distR="0" wp14:anchorId="4EE390A0" wp14:editId="71DD12F3">
            <wp:extent cx="2553301" cy="1845733"/>
            <wp:effectExtent l="0" t="0" r="0" b="2540"/>
            <wp:docPr id="819538875" name="Grafik 5" descr="Ein Bild, das Menschliches Gesicht, Kleidung, Person, Unterneh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38875" name="Grafik 5" descr="Ein Bild, das Menschliches Gesicht, Kleidung, Person, Unternehm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70784" cy="1858371"/>
                    </a:xfrm>
                    <a:prstGeom prst="rect">
                      <a:avLst/>
                    </a:prstGeom>
                    <a:noFill/>
                    <a:ln>
                      <a:noFill/>
                    </a:ln>
                  </pic:spPr>
                </pic:pic>
              </a:graphicData>
            </a:graphic>
          </wp:inline>
        </w:drawing>
      </w:r>
    </w:p>
    <w:p w14:paraId="6C69F17C" w14:textId="127859AC" w:rsidR="003A5327" w:rsidRPr="000F4D5D" w:rsidRDefault="00B25F33" w:rsidP="007962E5">
      <w:pPr>
        <w:rPr>
          <w:rFonts w:cs="Arial"/>
          <w:color w:val="auto"/>
          <w:sz w:val="22"/>
          <w:szCs w:val="22"/>
        </w:rPr>
      </w:pPr>
      <w:r w:rsidRPr="007962E5">
        <w:rPr>
          <w:rFonts w:cs="Arial"/>
          <w:color w:val="auto"/>
          <w:sz w:val="22"/>
          <w:szCs w:val="22"/>
        </w:rPr>
        <w:lastRenderedPageBreak/>
        <w:t>062025_</w:t>
      </w:r>
      <w:r w:rsidR="007962E5" w:rsidRPr="007962E5">
        <w:rPr>
          <w:rFonts w:cs="Arial"/>
          <w:color w:val="auto"/>
          <w:sz w:val="22"/>
          <w:szCs w:val="22"/>
        </w:rPr>
        <w:t>b</w:t>
      </w:r>
      <w:r w:rsidR="003A5327" w:rsidRPr="007962E5">
        <w:rPr>
          <w:rFonts w:cs="Arial"/>
          <w:color w:val="auto"/>
          <w:sz w:val="22"/>
          <w:szCs w:val="22"/>
        </w:rPr>
        <w:br/>
      </w:r>
      <w:proofErr w:type="gramStart"/>
      <w:r w:rsidR="008E6DD9" w:rsidRPr="008E6DD9">
        <w:rPr>
          <w:rFonts w:cs="Arial"/>
          <w:color w:val="auto"/>
          <w:sz w:val="22"/>
          <w:szCs w:val="22"/>
        </w:rPr>
        <w:t>Setzt</w:t>
      </w:r>
      <w:proofErr w:type="gramEnd"/>
      <w:r w:rsidR="008E6DD9" w:rsidRPr="008E6DD9">
        <w:rPr>
          <w:rFonts w:cs="Arial"/>
          <w:color w:val="auto"/>
          <w:sz w:val="22"/>
          <w:szCs w:val="22"/>
        </w:rPr>
        <w:t xml:space="preserve"> auf </w:t>
      </w:r>
      <w:r w:rsidR="008E6DD9">
        <w:rPr>
          <w:rFonts w:cs="Arial"/>
          <w:color w:val="auto"/>
          <w:sz w:val="22"/>
          <w:szCs w:val="22"/>
        </w:rPr>
        <w:t>globale</w:t>
      </w:r>
      <w:r w:rsidR="008E6DD9" w:rsidRPr="008E6DD9">
        <w:rPr>
          <w:rFonts w:cs="Arial"/>
          <w:color w:val="auto"/>
          <w:sz w:val="22"/>
          <w:szCs w:val="22"/>
        </w:rPr>
        <w:t xml:space="preserve"> Vernetzung, um die Herausforderungen der Zukunft zu meistern</w:t>
      </w:r>
      <w:r w:rsidR="008E6DD9">
        <w:rPr>
          <w:rFonts w:cs="Arial"/>
          <w:color w:val="auto"/>
          <w:sz w:val="22"/>
          <w:szCs w:val="22"/>
        </w:rPr>
        <w:t xml:space="preserve">: </w:t>
      </w:r>
      <w:r w:rsidR="008E6DD9" w:rsidRPr="008E6DD9">
        <w:rPr>
          <w:rFonts w:cs="Arial"/>
          <w:color w:val="auto"/>
          <w:sz w:val="22"/>
          <w:szCs w:val="22"/>
        </w:rPr>
        <w:t>Michael Lehmkuhl, Geschäftsführer bei Hettich.</w:t>
      </w:r>
      <w:r w:rsidR="003A5327" w:rsidRPr="000F4D5D">
        <w:rPr>
          <w:rFonts w:cs="Arial"/>
          <w:color w:val="auto"/>
          <w:sz w:val="22"/>
          <w:szCs w:val="22"/>
        </w:rPr>
        <w:t xml:space="preserve"> Foto: Hettich</w:t>
      </w:r>
    </w:p>
    <w:p w14:paraId="7D4F09C6" w14:textId="77777777" w:rsidR="003A5327" w:rsidRDefault="003A5327" w:rsidP="00365A11">
      <w:pPr>
        <w:rPr>
          <w:color w:val="auto"/>
          <w:sz w:val="22"/>
          <w:szCs w:val="22"/>
          <w:lang w:eastAsia="sv-SE"/>
        </w:rPr>
      </w:pPr>
    </w:p>
    <w:p w14:paraId="57D48D62" w14:textId="306F732B" w:rsidR="003A5327" w:rsidRDefault="0006615F" w:rsidP="00365A11">
      <w:pPr>
        <w:rPr>
          <w:color w:val="auto"/>
          <w:sz w:val="22"/>
          <w:szCs w:val="22"/>
          <w:lang w:eastAsia="sv-SE"/>
        </w:rPr>
      </w:pPr>
      <w:r>
        <w:rPr>
          <w:noProof/>
        </w:rPr>
        <w:drawing>
          <wp:inline distT="0" distB="0" distL="0" distR="0" wp14:anchorId="03DD1F34" wp14:editId="3153F674">
            <wp:extent cx="2016689" cy="2392680"/>
            <wp:effectExtent l="0" t="0" r="3175" b="7620"/>
            <wp:docPr id="1162824716" name="Grafik 1"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824716" name="Grafik 1" descr="Ein Bild, das Menschliches Gesicht, Person, Kleidung, Lächeln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32785" cy="2411776"/>
                    </a:xfrm>
                    <a:prstGeom prst="rect">
                      <a:avLst/>
                    </a:prstGeom>
                    <a:noFill/>
                    <a:ln>
                      <a:noFill/>
                    </a:ln>
                  </pic:spPr>
                </pic:pic>
              </a:graphicData>
            </a:graphic>
          </wp:inline>
        </w:drawing>
      </w:r>
    </w:p>
    <w:p w14:paraId="7E4283FE" w14:textId="54667220" w:rsidR="003A5327" w:rsidRDefault="003519E2" w:rsidP="003A5327">
      <w:pPr>
        <w:rPr>
          <w:rFonts w:cs="Arial"/>
          <w:color w:val="auto"/>
          <w:sz w:val="22"/>
          <w:szCs w:val="22"/>
        </w:rPr>
      </w:pPr>
      <w:r>
        <w:rPr>
          <w:color w:val="auto"/>
          <w:sz w:val="22"/>
          <w:szCs w:val="22"/>
          <w:lang w:eastAsia="sv-SE"/>
        </w:rPr>
        <w:t>06</w:t>
      </w:r>
      <w:r w:rsidR="003A5327" w:rsidRPr="00C83AF2">
        <w:rPr>
          <w:color w:val="auto"/>
          <w:sz w:val="22"/>
          <w:szCs w:val="22"/>
          <w:lang w:eastAsia="sv-SE"/>
        </w:rPr>
        <w:t>202</w:t>
      </w:r>
      <w:r>
        <w:rPr>
          <w:color w:val="auto"/>
          <w:sz w:val="22"/>
          <w:szCs w:val="22"/>
          <w:lang w:eastAsia="sv-SE"/>
        </w:rPr>
        <w:t>5</w:t>
      </w:r>
      <w:r w:rsidR="003A5327" w:rsidRPr="00C83AF2">
        <w:rPr>
          <w:color w:val="auto"/>
          <w:sz w:val="22"/>
          <w:szCs w:val="22"/>
          <w:lang w:eastAsia="sv-SE"/>
        </w:rPr>
        <w:t>_</w:t>
      </w:r>
      <w:r w:rsidR="003A5327">
        <w:rPr>
          <w:color w:val="auto"/>
          <w:sz w:val="22"/>
          <w:szCs w:val="22"/>
          <w:lang w:eastAsia="sv-SE"/>
        </w:rPr>
        <w:t>c</w:t>
      </w:r>
      <w:r w:rsidR="003A5327" w:rsidRPr="00C83AF2">
        <w:rPr>
          <w:color w:val="auto"/>
          <w:sz w:val="22"/>
          <w:szCs w:val="22"/>
          <w:lang w:eastAsia="sv-SE"/>
        </w:rPr>
        <w:br/>
      </w:r>
      <w:proofErr w:type="gramStart"/>
      <w:r w:rsidR="008E6DD9" w:rsidRPr="008E6DD9">
        <w:rPr>
          <w:rFonts w:cs="Arial"/>
          <w:color w:val="auto"/>
          <w:sz w:val="22"/>
          <w:szCs w:val="22"/>
        </w:rPr>
        <w:t>Gestaltet</w:t>
      </w:r>
      <w:proofErr w:type="gramEnd"/>
      <w:r w:rsidR="008E6DD9" w:rsidRPr="008E6DD9">
        <w:rPr>
          <w:rFonts w:cs="Arial"/>
          <w:color w:val="auto"/>
          <w:sz w:val="22"/>
          <w:szCs w:val="22"/>
        </w:rPr>
        <w:t xml:space="preserve"> Veränderungen mit Respekt und Transparenz</w:t>
      </w:r>
      <w:r w:rsidR="008E6DD9">
        <w:rPr>
          <w:rFonts w:cs="Arial"/>
          <w:color w:val="auto"/>
          <w:sz w:val="22"/>
          <w:szCs w:val="22"/>
        </w:rPr>
        <w:t xml:space="preserve">: </w:t>
      </w:r>
      <w:r w:rsidR="0005452D">
        <w:rPr>
          <w:rFonts w:cs="Arial"/>
          <w:color w:val="auto"/>
          <w:sz w:val="22"/>
          <w:szCs w:val="22"/>
        </w:rPr>
        <w:t>Jana Schönfeld</w:t>
      </w:r>
      <w:r>
        <w:rPr>
          <w:rFonts w:cs="Arial"/>
          <w:color w:val="auto"/>
          <w:sz w:val="22"/>
          <w:szCs w:val="22"/>
        </w:rPr>
        <w:t>, Geschäftsführerin bei Hettich</w:t>
      </w:r>
      <w:r w:rsidR="0005452D">
        <w:rPr>
          <w:rFonts w:cs="Arial"/>
          <w:color w:val="auto"/>
          <w:sz w:val="22"/>
          <w:szCs w:val="22"/>
        </w:rPr>
        <w:t xml:space="preserve">. </w:t>
      </w:r>
      <w:r w:rsidR="003A5327">
        <w:rPr>
          <w:rFonts w:cs="Arial"/>
          <w:color w:val="auto"/>
          <w:sz w:val="22"/>
          <w:szCs w:val="22"/>
        </w:rPr>
        <w:t>Foto:</w:t>
      </w:r>
      <w:r w:rsidR="003A5327" w:rsidRPr="000F4D5D">
        <w:rPr>
          <w:rFonts w:cs="Arial"/>
          <w:color w:val="auto"/>
          <w:sz w:val="22"/>
          <w:szCs w:val="22"/>
        </w:rPr>
        <w:t xml:space="preserve"> Hettich</w:t>
      </w:r>
    </w:p>
    <w:p w14:paraId="40B0D31E" w14:textId="77777777" w:rsidR="003C4D5E" w:rsidRDefault="003C4D5E" w:rsidP="003A5327">
      <w:pPr>
        <w:rPr>
          <w:rFonts w:cs="Arial"/>
          <w:color w:val="auto"/>
          <w:sz w:val="22"/>
          <w:szCs w:val="22"/>
        </w:rPr>
      </w:pPr>
    </w:p>
    <w:p w14:paraId="0A7C8FEA" w14:textId="14C84B08" w:rsidR="00814D5E" w:rsidRDefault="00B251B6" w:rsidP="00814D5E">
      <w:r>
        <w:rPr>
          <w:noProof/>
        </w:rPr>
        <w:drawing>
          <wp:inline distT="0" distB="0" distL="0" distR="0" wp14:anchorId="7DBA39EB" wp14:editId="4D76AFAA">
            <wp:extent cx="2654300" cy="1769533"/>
            <wp:effectExtent l="0" t="0" r="0" b="2540"/>
            <wp:docPr id="10339713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68643" cy="1779095"/>
                    </a:xfrm>
                    <a:prstGeom prst="rect">
                      <a:avLst/>
                    </a:prstGeom>
                    <a:noFill/>
                    <a:ln>
                      <a:noFill/>
                    </a:ln>
                  </pic:spPr>
                </pic:pic>
              </a:graphicData>
            </a:graphic>
          </wp:inline>
        </w:drawing>
      </w:r>
    </w:p>
    <w:p w14:paraId="67A9A81F" w14:textId="7A3FE3A2" w:rsidR="00814D5E" w:rsidRPr="004456F6" w:rsidRDefault="008E6DD9" w:rsidP="00814D5E">
      <w:pPr>
        <w:rPr>
          <w:color w:val="FF0000"/>
          <w:sz w:val="6"/>
          <w:szCs w:val="22"/>
        </w:rPr>
      </w:pPr>
      <w:r>
        <w:rPr>
          <w:color w:val="auto"/>
          <w:sz w:val="22"/>
          <w:szCs w:val="22"/>
          <w:lang w:eastAsia="sv-SE"/>
        </w:rPr>
        <w:t>06</w:t>
      </w:r>
      <w:r w:rsidR="00814D5E" w:rsidRPr="004456F6">
        <w:rPr>
          <w:color w:val="auto"/>
          <w:sz w:val="22"/>
          <w:szCs w:val="22"/>
          <w:lang w:eastAsia="sv-SE"/>
        </w:rPr>
        <w:t>202</w:t>
      </w:r>
      <w:r>
        <w:rPr>
          <w:color w:val="auto"/>
          <w:sz w:val="22"/>
          <w:szCs w:val="22"/>
          <w:lang w:eastAsia="sv-SE"/>
        </w:rPr>
        <w:t>5</w:t>
      </w:r>
      <w:r w:rsidR="00814D5E" w:rsidRPr="004456F6">
        <w:rPr>
          <w:color w:val="auto"/>
          <w:sz w:val="22"/>
          <w:szCs w:val="22"/>
          <w:lang w:eastAsia="sv-SE"/>
        </w:rPr>
        <w:t>_d</w:t>
      </w:r>
    </w:p>
    <w:p w14:paraId="09AD5DA7" w14:textId="0E3274AF" w:rsidR="00814D5E" w:rsidRDefault="00026704" w:rsidP="00814D5E">
      <w:pPr>
        <w:rPr>
          <w:color w:val="000000" w:themeColor="text1"/>
          <w:sz w:val="22"/>
          <w:szCs w:val="22"/>
        </w:rPr>
      </w:pPr>
      <w:r w:rsidRPr="00026704">
        <w:rPr>
          <w:color w:val="000000" w:themeColor="text1"/>
          <w:sz w:val="22"/>
          <w:szCs w:val="22"/>
        </w:rPr>
        <w:t>Globale Vernetzung in der Produktion: Hettich optimiert Prozesse für die Zukunft.</w:t>
      </w:r>
      <w:r>
        <w:rPr>
          <w:color w:val="000000" w:themeColor="text1"/>
          <w:sz w:val="22"/>
          <w:szCs w:val="22"/>
        </w:rPr>
        <w:t xml:space="preserve"> </w:t>
      </w:r>
      <w:r w:rsidR="00814D5E">
        <w:rPr>
          <w:color w:val="000000" w:themeColor="text1"/>
          <w:sz w:val="22"/>
          <w:szCs w:val="22"/>
        </w:rPr>
        <w:t>Foto</w:t>
      </w:r>
      <w:r w:rsidR="00814D5E" w:rsidRPr="00E83382">
        <w:rPr>
          <w:color w:val="000000" w:themeColor="text1"/>
          <w:sz w:val="22"/>
          <w:szCs w:val="22"/>
        </w:rPr>
        <w:t>: Hettich</w:t>
      </w:r>
    </w:p>
    <w:p w14:paraId="2D679062" w14:textId="77777777" w:rsidR="00814D5E" w:rsidRPr="000F4D5D" w:rsidRDefault="00814D5E" w:rsidP="003A5327">
      <w:pPr>
        <w:rPr>
          <w:rFonts w:cs="Arial"/>
          <w:color w:val="auto"/>
          <w:sz w:val="22"/>
          <w:szCs w:val="22"/>
        </w:rPr>
      </w:pPr>
    </w:p>
    <w:p w14:paraId="59A216BC" w14:textId="77777777" w:rsidR="008D5A50" w:rsidRPr="008E1330" w:rsidRDefault="008D5A50" w:rsidP="008D5A50">
      <w:pPr>
        <w:rPr>
          <w:rFonts w:cs="Arial"/>
          <w:color w:val="auto"/>
          <w:sz w:val="12"/>
          <w:szCs w:val="22"/>
        </w:rPr>
      </w:pPr>
    </w:p>
    <w:p w14:paraId="58B69DA2" w14:textId="77777777" w:rsidR="00A76714" w:rsidRPr="009F17CE" w:rsidRDefault="00A76714" w:rsidP="00A76714">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78784762" w14:textId="0BC4F7AA" w:rsidR="009E73CF" w:rsidRDefault="00A76714" w:rsidP="00A7671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006955B3" w:rsidRPr="006955B3">
        <w:rPr>
          <w:rFonts w:cs="Arial"/>
          <w:color w:val="000000" w:themeColor="text1"/>
          <w:sz w:val="20"/>
          <w:szCs w:val="18"/>
        </w:rPr>
        <w:t xml:space="preserve">gesellschaftlichen und ökologischen Aspekten hat dabei traditionell schon immer höchste Priorität. </w:t>
      </w:r>
      <w:hyperlink r:id="rId12" w:history="1">
        <w:r w:rsidR="009E73CF" w:rsidRPr="00A220E2">
          <w:rPr>
            <w:rStyle w:val="Hyperlink"/>
            <w:rFonts w:cs="Arial"/>
            <w:sz w:val="20"/>
            <w:szCs w:val="18"/>
          </w:rPr>
          <w:t>www.hettich.com</w:t>
        </w:r>
      </w:hyperlink>
    </w:p>
    <w:sectPr w:rsidR="009E73CF"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18B4B" w14:textId="77777777" w:rsidR="00986DAD" w:rsidRDefault="00986DAD">
      <w:r>
        <w:separator/>
      </w:r>
    </w:p>
  </w:endnote>
  <w:endnote w:type="continuationSeparator" w:id="0">
    <w:p w14:paraId="3DA6D6B2" w14:textId="77777777" w:rsidR="00986DAD" w:rsidRDefault="0098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B6D2B78"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C1E72">
                            <w:rPr>
                              <w:rFonts w:ascii="Agfa Rotis Sans Serif Ex Bold" w:hAnsi="Agfa Rotis Sans Serif Ex Bold"/>
                              <w:color w:val="000000" w:themeColor="text1"/>
                              <w:sz w:val="20"/>
                            </w:rPr>
                            <w:t>06</w:t>
                          </w:r>
                          <w:r w:rsidR="00F068C9" w:rsidRPr="006955B3">
                            <w:rPr>
                              <w:rFonts w:ascii="Agfa Rotis Sans Serif Ex Bold" w:hAnsi="Agfa Rotis Sans Serif Ex Bold"/>
                              <w:color w:val="000000" w:themeColor="text1"/>
                              <w:sz w:val="20"/>
                            </w:rPr>
                            <w:t>202</w:t>
                          </w:r>
                          <w:r w:rsidR="00CC1E72">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B6D2B78"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C1E72">
                      <w:rPr>
                        <w:rFonts w:ascii="Agfa Rotis Sans Serif Ex Bold" w:hAnsi="Agfa Rotis Sans Serif Ex Bold"/>
                        <w:color w:val="000000" w:themeColor="text1"/>
                        <w:sz w:val="20"/>
                      </w:rPr>
                      <w:t>06</w:t>
                    </w:r>
                    <w:r w:rsidR="00F068C9" w:rsidRPr="006955B3">
                      <w:rPr>
                        <w:rFonts w:ascii="Agfa Rotis Sans Serif Ex Bold" w:hAnsi="Agfa Rotis Sans Serif Ex Bold"/>
                        <w:color w:val="000000" w:themeColor="text1"/>
                        <w:sz w:val="20"/>
                      </w:rPr>
                      <w:t>202</w:t>
                    </w:r>
                    <w:r w:rsidR="00CC1E72">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6867" w14:textId="77777777" w:rsidR="00986DAD" w:rsidRDefault="00986DAD">
      <w:r>
        <w:separator/>
      </w:r>
    </w:p>
  </w:footnote>
  <w:footnote w:type="continuationSeparator" w:id="0">
    <w:p w14:paraId="72731CB2" w14:textId="77777777" w:rsidR="00986DAD" w:rsidRDefault="00986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6704"/>
    <w:rsid w:val="000274C5"/>
    <w:rsid w:val="00030063"/>
    <w:rsid w:val="000301AE"/>
    <w:rsid w:val="00032952"/>
    <w:rsid w:val="00032B24"/>
    <w:rsid w:val="00032CD7"/>
    <w:rsid w:val="0003312D"/>
    <w:rsid w:val="00036CAD"/>
    <w:rsid w:val="00037611"/>
    <w:rsid w:val="00037739"/>
    <w:rsid w:val="000405EC"/>
    <w:rsid w:val="00040FDC"/>
    <w:rsid w:val="00040FDF"/>
    <w:rsid w:val="00041F5D"/>
    <w:rsid w:val="00044245"/>
    <w:rsid w:val="00044F8C"/>
    <w:rsid w:val="00045378"/>
    <w:rsid w:val="00047086"/>
    <w:rsid w:val="00050EB9"/>
    <w:rsid w:val="000512D9"/>
    <w:rsid w:val="00052227"/>
    <w:rsid w:val="00052503"/>
    <w:rsid w:val="000528C0"/>
    <w:rsid w:val="00052948"/>
    <w:rsid w:val="0005452D"/>
    <w:rsid w:val="0005470F"/>
    <w:rsid w:val="000547B9"/>
    <w:rsid w:val="00054A80"/>
    <w:rsid w:val="00054FEC"/>
    <w:rsid w:val="00055A47"/>
    <w:rsid w:val="00056D7A"/>
    <w:rsid w:val="00062779"/>
    <w:rsid w:val="000639B8"/>
    <w:rsid w:val="00063A0B"/>
    <w:rsid w:val="00063C8F"/>
    <w:rsid w:val="0006615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2317"/>
    <w:rsid w:val="00082B18"/>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0CC"/>
    <w:rsid w:val="000F2E42"/>
    <w:rsid w:val="000F34B9"/>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388E"/>
    <w:rsid w:val="00125055"/>
    <w:rsid w:val="00130272"/>
    <w:rsid w:val="00133602"/>
    <w:rsid w:val="00134974"/>
    <w:rsid w:val="001350CC"/>
    <w:rsid w:val="001353FA"/>
    <w:rsid w:val="001355D5"/>
    <w:rsid w:val="001355E1"/>
    <w:rsid w:val="001358A7"/>
    <w:rsid w:val="00136311"/>
    <w:rsid w:val="00136C09"/>
    <w:rsid w:val="00136FD4"/>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46C"/>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30A6A"/>
    <w:rsid w:val="00230E4E"/>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AE8"/>
    <w:rsid w:val="00271C73"/>
    <w:rsid w:val="0027384E"/>
    <w:rsid w:val="00273BB0"/>
    <w:rsid w:val="00274A4E"/>
    <w:rsid w:val="00274E5D"/>
    <w:rsid w:val="0027523E"/>
    <w:rsid w:val="002769CE"/>
    <w:rsid w:val="00277099"/>
    <w:rsid w:val="002779EB"/>
    <w:rsid w:val="00280488"/>
    <w:rsid w:val="00280ADC"/>
    <w:rsid w:val="00281278"/>
    <w:rsid w:val="0028205D"/>
    <w:rsid w:val="002833E4"/>
    <w:rsid w:val="002843F7"/>
    <w:rsid w:val="002849ED"/>
    <w:rsid w:val="00285422"/>
    <w:rsid w:val="002871CA"/>
    <w:rsid w:val="00287631"/>
    <w:rsid w:val="0029033A"/>
    <w:rsid w:val="00292F2F"/>
    <w:rsid w:val="00293AFF"/>
    <w:rsid w:val="00293C9D"/>
    <w:rsid w:val="00293E40"/>
    <w:rsid w:val="002944A5"/>
    <w:rsid w:val="00294580"/>
    <w:rsid w:val="00294A00"/>
    <w:rsid w:val="00295C7F"/>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4F4E"/>
    <w:rsid w:val="002B5E66"/>
    <w:rsid w:val="002B708F"/>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9E2"/>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32B9"/>
    <w:rsid w:val="003841CF"/>
    <w:rsid w:val="00384C5C"/>
    <w:rsid w:val="00384F48"/>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5327"/>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5E"/>
    <w:rsid w:val="003C4DD6"/>
    <w:rsid w:val="003C57FD"/>
    <w:rsid w:val="003C5D38"/>
    <w:rsid w:val="003C62F9"/>
    <w:rsid w:val="003C6646"/>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14CC"/>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56F6"/>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07A"/>
    <w:rsid w:val="00467366"/>
    <w:rsid w:val="004673E6"/>
    <w:rsid w:val="00467AEC"/>
    <w:rsid w:val="004705BC"/>
    <w:rsid w:val="00470856"/>
    <w:rsid w:val="00470E3B"/>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976D0"/>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27FD"/>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350B"/>
    <w:rsid w:val="0059458A"/>
    <w:rsid w:val="0059591B"/>
    <w:rsid w:val="00595ECF"/>
    <w:rsid w:val="005963A6"/>
    <w:rsid w:val="00596A61"/>
    <w:rsid w:val="00596EA9"/>
    <w:rsid w:val="00597F52"/>
    <w:rsid w:val="005A030D"/>
    <w:rsid w:val="005A2114"/>
    <w:rsid w:val="005A2437"/>
    <w:rsid w:val="005A281D"/>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04D"/>
    <w:rsid w:val="0065123D"/>
    <w:rsid w:val="00651D4A"/>
    <w:rsid w:val="006534FC"/>
    <w:rsid w:val="0065376F"/>
    <w:rsid w:val="00653C58"/>
    <w:rsid w:val="00655717"/>
    <w:rsid w:val="00657382"/>
    <w:rsid w:val="006626C3"/>
    <w:rsid w:val="006654F3"/>
    <w:rsid w:val="00665A27"/>
    <w:rsid w:val="006700B1"/>
    <w:rsid w:val="006704C5"/>
    <w:rsid w:val="00672FCB"/>
    <w:rsid w:val="00673643"/>
    <w:rsid w:val="00674D39"/>
    <w:rsid w:val="00674DEB"/>
    <w:rsid w:val="006760B1"/>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8B0"/>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279"/>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2E5"/>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4D5E"/>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42AD"/>
    <w:rsid w:val="008A46C3"/>
    <w:rsid w:val="008A4D54"/>
    <w:rsid w:val="008A55F0"/>
    <w:rsid w:val="008A64EF"/>
    <w:rsid w:val="008A66B9"/>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31D8"/>
    <w:rsid w:val="008C504C"/>
    <w:rsid w:val="008C619B"/>
    <w:rsid w:val="008C624E"/>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6DD9"/>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4EA4"/>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983"/>
    <w:rsid w:val="00984AF7"/>
    <w:rsid w:val="00984E1B"/>
    <w:rsid w:val="0098593B"/>
    <w:rsid w:val="00986DAD"/>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E73CF"/>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096"/>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714"/>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2CB0"/>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25DB"/>
    <w:rsid w:val="00B23F81"/>
    <w:rsid w:val="00B25099"/>
    <w:rsid w:val="00B251B6"/>
    <w:rsid w:val="00B252B5"/>
    <w:rsid w:val="00B2557F"/>
    <w:rsid w:val="00B25F33"/>
    <w:rsid w:val="00B26543"/>
    <w:rsid w:val="00B266D4"/>
    <w:rsid w:val="00B269C6"/>
    <w:rsid w:val="00B26B8F"/>
    <w:rsid w:val="00B270F3"/>
    <w:rsid w:val="00B272B9"/>
    <w:rsid w:val="00B31148"/>
    <w:rsid w:val="00B317F9"/>
    <w:rsid w:val="00B32AD4"/>
    <w:rsid w:val="00B32BA5"/>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6887"/>
    <w:rsid w:val="00B973DD"/>
    <w:rsid w:val="00BA0587"/>
    <w:rsid w:val="00BA222E"/>
    <w:rsid w:val="00BA2757"/>
    <w:rsid w:val="00BA293C"/>
    <w:rsid w:val="00BA2BD1"/>
    <w:rsid w:val="00BA2DF7"/>
    <w:rsid w:val="00BA3835"/>
    <w:rsid w:val="00BA4BAC"/>
    <w:rsid w:val="00BA577D"/>
    <w:rsid w:val="00BA6896"/>
    <w:rsid w:val="00BA6C8C"/>
    <w:rsid w:val="00BA6FEE"/>
    <w:rsid w:val="00BB04EE"/>
    <w:rsid w:val="00BB0BED"/>
    <w:rsid w:val="00BB26F4"/>
    <w:rsid w:val="00BB45D3"/>
    <w:rsid w:val="00BB47D4"/>
    <w:rsid w:val="00BB59CB"/>
    <w:rsid w:val="00BB5C46"/>
    <w:rsid w:val="00BB5C5B"/>
    <w:rsid w:val="00BB7979"/>
    <w:rsid w:val="00BB7E3A"/>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4E5"/>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3BC5"/>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490E"/>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14B"/>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673F"/>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1E72"/>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2E30"/>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286C"/>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0902"/>
    <w:rsid w:val="00D811EC"/>
    <w:rsid w:val="00D81A0A"/>
    <w:rsid w:val="00D82DDA"/>
    <w:rsid w:val="00D835C5"/>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01B8"/>
    <w:rsid w:val="00DE275A"/>
    <w:rsid w:val="00DE46D6"/>
    <w:rsid w:val="00DE5570"/>
    <w:rsid w:val="00DE759B"/>
    <w:rsid w:val="00DE75C3"/>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345"/>
    <w:rsid w:val="00E10867"/>
    <w:rsid w:val="00E118A6"/>
    <w:rsid w:val="00E11E9B"/>
    <w:rsid w:val="00E12FF9"/>
    <w:rsid w:val="00E151EA"/>
    <w:rsid w:val="00E1579D"/>
    <w:rsid w:val="00E15A76"/>
    <w:rsid w:val="00E15F38"/>
    <w:rsid w:val="00E1657D"/>
    <w:rsid w:val="00E17DA6"/>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F9"/>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4EF"/>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6454"/>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0777"/>
    <w:rsid w:val="00F022F8"/>
    <w:rsid w:val="00F04EDF"/>
    <w:rsid w:val="00F0512F"/>
    <w:rsid w:val="00F068C9"/>
    <w:rsid w:val="00F06D87"/>
    <w:rsid w:val="00F0745C"/>
    <w:rsid w:val="00F108EE"/>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3C2"/>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9E9"/>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E7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562</Words>
  <Characters>4067</Characters>
  <Application>Microsoft Office Word</Application>
  <DocSecurity>0</DocSecurity>
  <Lines>104</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Mehr Verantwortung für das Team</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Mehr Verantwortung für das Team</dc:title>
  <dc:creator>Eva Langner</dc:creator>
  <cp:lastModifiedBy>Eva Langner</cp:lastModifiedBy>
  <cp:revision>10</cp:revision>
  <cp:lastPrinted>2024-11-21T05:31:00Z</cp:lastPrinted>
  <dcterms:created xsi:type="dcterms:W3CDTF">2025-01-31T10:06:00Z</dcterms:created>
  <dcterms:modified xsi:type="dcterms:W3CDTF">2025-02-04T14:08:00Z</dcterms:modified>
</cp:coreProperties>
</file>