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C5269" w14:textId="7F6EC9AF" w:rsidR="007B0C18" w:rsidRDefault="00BA7D21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Toujours à la mode : l’ergonomie des appareils électroménagers    </w:t>
      </w:r>
    </w:p>
    <w:p w14:paraId="1B578F37" w14:textId="79AF11F3" w:rsidR="00F63B40" w:rsidRDefault="007B0C18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Midea présente le lave-vaisselle équipé d’une ferrure à mécanisme élévateur de Hettich à l’IFA (Salon international d’électronique grand public)</w:t>
      </w:r>
    </w:p>
    <w:p w14:paraId="3DBCFFFB" w14:textId="77777777" w:rsidR="00E20133" w:rsidRPr="00E22ED1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3CF8F6C2" w14:textId="311BDED4" w:rsidR="00F63B40" w:rsidRPr="00374DC0" w:rsidRDefault="003324D2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</w:rPr>
        <w:t xml:space="preserve">Les 100 ans de l'IFA témoignent de la rapidité des progrès technologiques et de la manière dont ces derniers ont influencé la vie sociale. </w:t>
      </w:r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Des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symboles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technologiques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comme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les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baladeurs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qui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ont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marqué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une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époque,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furent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présentés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pour la première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fois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à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l’IFA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et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ont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révolutionné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les exigences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envers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les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appareils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électroniques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.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L’électroménager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n’a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également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pas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été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épargné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par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cette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374DC0">
        <w:rPr>
          <w:rFonts w:ascii="Arial" w:hAnsi="Arial" w:cs="Arial"/>
          <w:b/>
          <w:sz w:val="24"/>
          <w:szCs w:val="24"/>
          <w:lang w:val="en-US"/>
        </w:rPr>
        <w:t>transformation :</w:t>
      </w:r>
      <w:proofErr w:type="gram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au lieu d’être grands et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encombrants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, les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réfrigérateurs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>, les lave-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vaisselle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et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autres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appareils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sont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devenus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des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appareils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ultra-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sophistiqués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qui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simplifient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énormément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la vie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quotidienne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. Dans le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domaine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l’intelligence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artificielle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et de la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connectivité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l’ergonomie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et le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confort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demeurent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solides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constantes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. Un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exemple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type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est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le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système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ascenseur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pratique 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ComfortSwing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qui équipe les lave-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vaisselle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de la </w:t>
      </w:r>
      <w:proofErr w:type="spellStart"/>
      <w:r w:rsidRPr="00374DC0">
        <w:rPr>
          <w:rFonts w:ascii="Arial" w:hAnsi="Arial" w:cs="Arial"/>
          <w:b/>
          <w:sz w:val="24"/>
          <w:szCs w:val="24"/>
          <w:lang w:val="en-US"/>
        </w:rPr>
        <w:t>série</w:t>
      </w:r>
      <w:proofErr w:type="spellEnd"/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« Opal Elite » de Midea. </w:t>
      </w:r>
    </w:p>
    <w:p w14:paraId="67844274" w14:textId="4DFB4E55" w:rsidR="00F63B40" w:rsidRPr="00374DC0" w:rsidRDefault="00F63B40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374DC0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14:paraId="5D4C84BC" w14:textId="69B92B1A" w:rsidR="001059D0" w:rsidRPr="00374DC0" w:rsidRDefault="00F7415A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Le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besoin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intemporel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d’un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confort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d’utilisation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et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d’ergonomie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sert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non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seulement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moteur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permanent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d'innovation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pour les fabricants de cuisines et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d’appareils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. En tant que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spécialiste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des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ferrures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, Hettich a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toujours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en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vue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la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valeur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ajoutée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pour les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utilisateurs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lors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du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développement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ses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produits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. En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coopérant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avec Midea,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l'un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des leaders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mondiaux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 la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technologie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des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appareils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électroménagers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, la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ferrure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innovante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ComfortSwing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à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mécanisme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élévateur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 Hettich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est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utilisée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dans les nouveaux </w:t>
      </w:r>
      <w:r w:rsidRPr="00374DC0">
        <w:rPr>
          <w:rFonts w:ascii="Arial" w:hAnsi="Arial" w:cs="Arial"/>
          <w:bCs/>
          <w:sz w:val="24"/>
          <w:szCs w:val="24"/>
          <w:lang w:val="en-US"/>
        </w:rPr>
        <w:lastRenderedPageBreak/>
        <w:t>lave-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vaisselle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 la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série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« Opal Elite ».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Ces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appareils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électroménagers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présentés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cette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année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à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l’IFA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par Midea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réunissent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non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seulement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l'état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actuel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 la technique et la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capacité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d'intégration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derrière la façade de la cuisine, les lave-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vaisselle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répondent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également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aux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souhaits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 longue date des </w:t>
      </w:r>
      <w:proofErr w:type="spellStart"/>
      <w:proofErr w:type="gramStart"/>
      <w:r w:rsidRPr="00374DC0">
        <w:rPr>
          <w:rFonts w:ascii="Arial" w:hAnsi="Arial" w:cs="Arial"/>
          <w:bCs/>
          <w:sz w:val="24"/>
          <w:szCs w:val="24"/>
          <w:lang w:val="en-US"/>
        </w:rPr>
        <w:t>utilisateurs.rices</w:t>
      </w:r>
      <w:proofErr w:type="spellEnd"/>
      <w:proofErr w:type="gram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pouvoir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remplir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et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vider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le lave-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vaisselle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sans se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baisser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. Grâce au premier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système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ascenseur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ComfortSwing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pour lave-</w:t>
      </w:r>
      <w:proofErr w:type="spellStart"/>
      <w:proofErr w:type="gramStart"/>
      <w:r w:rsidRPr="00374DC0">
        <w:rPr>
          <w:rFonts w:ascii="Arial" w:hAnsi="Arial" w:cs="Arial"/>
          <w:bCs/>
          <w:sz w:val="24"/>
          <w:szCs w:val="24"/>
          <w:lang w:val="en-US"/>
        </w:rPr>
        <w:t>vaisselle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>  au</w:t>
      </w:r>
      <w:proofErr w:type="gram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monde, il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est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possible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d’amener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le panier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inférieur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à la hauteur de travail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confortable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du panier supérieur et de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remplir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ou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vider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confortablement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le lave-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vaisselle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. Cela ne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permet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pas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seulement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d’éviter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les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maux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 dos,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mais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est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aussi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le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garant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d’un grand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confort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dans la cuisine qui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est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distrayant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pour petits et grands,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toutes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générations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confondues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>. Les nouveaux lave-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vaisselle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 Midea se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distinguent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,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en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outre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, par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d’autres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fonctionnalités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conviviales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comme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un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tiroir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à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couverts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s’adaptant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 manière flexible au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nombre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couverts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, un dosage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automatique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du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détergeant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et un bras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d’aspersion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spécial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qui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nettoie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également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efficacement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des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récipients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placés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plus haut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comme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des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bouteilles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. Hettich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félicite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 Midea pour la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présentation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réussie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 la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série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d’appareils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électroménagers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à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l’IFA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2024 à Berlin et se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réjouit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à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l’idée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réaliser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en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commun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prochains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374DC0">
        <w:rPr>
          <w:rFonts w:ascii="Arial" w:hAnsi="Arial" w:cs="Arial"/>
          <w:bCs/>
          <w:sz w:val="24"/>
          <w:szCs w:val="24"/>
          <w:lang w:val="en-US"/>
        </w:rPr>
        <w:t>projets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. </w:t>
      </w:r>
    </w:p>
    <w:p w14:paraId="4D5BC03F" w14:textId="77777777" w:rsidR="001059D0" w:rsidRPr="00374DC0" w:rsidRDefault="001059D0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5511C2CE" w14:textId="5C5F397D" w:rsidR="00466D9E" w:rsidRDefault="00466D9E" w:rsidP="00374DC0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</w:rPr>
        <w:t xml:space="preserve">Pour </w:t>
      </w:r>
      <w:proofErr w:type="spellStart"/>
      <w:r>
        <w:rPr>
          <w:rFonts w:ascii="Arial" w:hAnsi="Arial" w:cs="Arial"/>
          <w:bCs/>
          <w:sz w:val="24"/>
          <w:szCs w:val="24"/>
        </w:rPr>
        <w:t>les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fabricants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d’appareils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électroménagers, ComfortSwing est la fonctionnalité idéale pour être à la pointe en matière d'orientation utilisateur et d'ergonomie dans le lave-vaisselle. </w:t>
      </w:r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Pour plus </w:t>
      </w:r>
      <w:proofErr w:type="spellStart"/>
      <w:proofErr w:type="gramStart"/>
      <w:r w:rsidRPr="00374DC0">
        <w:rPr>
          <w:rFonts w:ascii="Arial" w:hAnsi="Arial" w:cs="Arial"/>
          <w:bCs/>
          <w:sz w:val="24"/>
          <w:szCs w:val="24"/>
          <w:lang w:val="en-US"/>
        </w:rPr>
        <w:t>d’informations</w:t>
      </w:r>
      <w:proofErr w:type="spellEnd"/>
      <w:r w:rsidRPr="00374DC0">
        <w:rPr>
          <w:rFonts w:ascii="Arial" w:hAnsi="Arial" w:cs="Arial"/>
          <w:bCs/>
          <w:sz w:val="24"/>
          <w:szCs w:val="24"/>
          <w:lang w:val="en-US"/>
        </w:rPr>
        <w:t> :</w:t>
      </w:r>
      <w:proofErr w:type="gramEnd"/>
      <w:r w:rsidRPr="00374DC0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14:paraId="46DAE5EF" w14:textId="77777777" w:rsidR="00374DC0" w:rsidRPr="00374DC0" w:rsidRDefault="00374DC0" w:rsidP="00374DC0">
      <w:pPr>
        <w:spacing w:line="360" w:lineRule="auto"/>
        <w:rPr>
          <w:lang w:val="en-US"/>
        </w:rPr>
      </w:pPr>
      <w:hyperlink r:id="rId8" w:history="1">
        <w:r w:rsidRPr="00374DC0">
          <w:rPr>
            <w:rStyle w:val="Hyperlink"/>
            <w:lang w:val="en-US"/>
          </w:rPr>
          <w:t>https://web.hettich.com/fr-fr/produits-et-eshop/solutions-de-ferrures-pour-les-appareils-electromenagers/les-coulisses-quadro-pour-les-lave-vaisselle</w:t>
        </w:r>
      </w:hyperlink>
    </w:p>
    <w:p w14:paraId="1B367786" w14:textId="317AB222" w:rsidR="00466D9E" w:rsidRDefault="00073EFA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D45DD9" w:rsidRPr="00374DC0">
        <w:rPr>
          <w:rFonts w:cs="Arial"/>
          <w:color w:val="auto"/>
          <w:szCs w:val="24"/>
          <w:lang w:val="en-US"/>
        </w:rPr>
        <w:t xml:space="preserve">Vous </w:t>
      </w:r>
      <w:proofErr w:type="spellStart"/>
      <w:r w:rsidR="00D45DD9" w:rsidRPr="00374DC0">
        <w:rPr>
          <w:rFonts w:cs="Arial"/>
          <w:color w:val="auto"/>
          <w:szCs w:val="24"/>
          <w:lang w:val="en-US"/>
        </w:rPr>
        <w:t>pouvez</w:t>
      </w:r>
      <w:proofErr w:type="spellEnd"/>
      <w:r w:rsidR="00D45DD9" w:rsidRPr="00374DC0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="00D45DD9" w:rsidRPr="00374DC0">
        <w:rPr>
          <w:rFonts w:cs="Arial"/>
          <w:color w:val="auto"/>
          <w:szCs w:val="24"/>
          <w:lang w:val="en-US"/>
        </w:rPr>
        <w:t>télécharger</w:t>
      </w:r>
      <w:proofErr w:type="spellEnd"/>
      <w:r w:rsidR="00D45DD9" w:rsidRPr="00374DC0">
        <w:rPr>
          <w:rFonts w:cs="Arial"/>
          <w:color w:val="auto"/>
          <w:szCs w:val="24"/>
          <w:lang w:val="en-US"/>
        </w:rPr>
        <w:t xml:space="preserve"> les </w:t>
      </w:r>
      <w:proofErr w:type="spellStart"/>
      <w:r w:rsidR="00D45DD9" w:rsidRPr="00374DC0">
        <w:rPr>
          <w:rFonts w:cs="Arial"/>
          <w:color w:val="auto"/>
          <w:szCs w:val="24"/>
          <w:lang w:val="en-US"/>
        </w:rPr>
        <w:t>ressources</w:t>
      </w:r>
      <w:proofErr w:type="spellEnd"/>
      <w:r w:rsidR="00D45DD9" w:rsidRPr="00374DC0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="00D45DD9" w:rsidRPr="00374DC0">
        <w:rPr>
          <w:rFonts w:cs="Arial"/>
          <w:color w:val="auto"/>
          <w:szCs w:val="24"/>
          <w:lang w:val="en-US"/>
        </w:rPr>
        <w:t>photographiques</w:t>
      </w:r>
      <w:proofErr w:type="spellEnd"/>
      <w:r w:rsidR="00D45DD9" w:rsidRPr="00374DC0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="00D45DD9" w:rsidRPr="00374DC0">
        <w:rPr>
          <w:rFonts w:cs="Arial"/>
          <w:color w:val="auto"/>
          <w:szCs w:val="24"/>
          <w:lang w:val="en-US"/>
        </w:rPr>
        <w:t>suivantes</w:t>
      </w:r>
      <w:proofErr w:type="spellEnd"/>
      <w:r w:rsidR="00D45DD9" w:rsidRPr="00374DC0">
        <w:rPr>
          <w:rFonts w:cs="Arial"/>
          <w:color w:val="auto"/>
          <w:szCs w:val="24"/>
          <w:lang w:val="en-US"/>
        </w:rPr>
        <w:t xml:space="preserve"> dans le </w:t>
      </w:r>
      <w:r w:rsidR="00D45DD9" w:rsidRPr="00374DC0">
        <w:rPr>
          <w:rFonts w:cs="Arial"/>
          <w:b/>
          <w:color w:val="auto"/>
          <w:szCs w:val="24"/>
          <w:lang w:val="en-US"/>
        </w:rPr>
        <w:t>menu « Presse</w:t>
      </w:r>
      <w:r w:rsidR="00D45DD9" w:rsidRPr="00374DC0">
        <w:rPr>
          <w:rFonts w:cs="Arial"/>
          <w:color w:val="auto"/>
          <w:szCs w:val="24"/>
          <w:lang w:val="en-US"/>
        </w:rPr>
        <w:t xml:space="preserve"> </w:t>
      </w:r>
      <w:r w:rsidR="00D45DD9" w:rsidRPr="00374DC0">
        <w:rPr>
          <w:rFonts w:cs="Arial"/>
          <w:b/>
          <w:bCs/>
          <w:color w:val="auto"/>
          <w:szCs w:val="24"/>
          <w:lang w:val="en-US"/>
        </w:rPr>
        <w:t>»</w:t>
      </w:r>
      <w:r w:rsidR="00D45DD9" w:rsidRPr="00374DC0">
        <w:rPr>
          <w:rFonts w:cs="Arial"/>
          <w:color w:val="auto"/>
          <w:szCs w:val="24"/>
          <w:lang w:val="en-US"/>
        </w:rPr>
        <w:t xml:space="preserve"> sur </w:t>
      </w:r>
    </w:p>
    <w:p w14:paraId="4F126A88" w14:textId="13941464" w:rsidR="00870829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b/>
          <w:color w:val="auto"/>
          <w:szCs w:val="24"/>
        </w:rPr>
        <w:t>www.hettich.com</w:t>
      </w:r>
      <w:r>
        <w:rPr>
          <w:rFonts w:cs="Arial"/>
          <w:color w:val="auto"/>
          <w:szCs w:val="24"/>
        </w:rPr>
        <w:t> :</w:t>
      </w:r>
    </w:p>
    <w:p w14:paraId="08C45D85" w14:textId="77777777" w:rsidR="00466D9E" w:rsidRPr="00901326" w:rsidRDefault="00466D9E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654A42F3" w14:textId="57F43074" w:rsidR="003E7C95" w:rsidRPr="00901326" w:rsidRDefault="005262BA" w:rsidP="00E20133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noProof/>
        </w:rPr>
        <w:drawing>
          <wp:inline distT="0" distB="0" distL="0" distR="0" wp14:anchorId="2C5FD0BF" wp14:editId="7BC69E84">
            <wp:extent cx="1741671" cy="1257300"/>
            <wp:effectExtent l="0" t="0" r="0" b="0"/>
            <wp:docPr id="1024577835" name="Grafik 3" descr="Ein Bild, das Haushaltsgerät, Im Haus, Arbeitsfläche, Küc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577835" name="Grafik 3" descr="Ein Bild, das Haushaltsgerät, Im Haus, Arbeitsfläche, Küch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086" cy="1264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B854C" w14:textId="4A140094" w:rsidR="00E20133" w:rsidRPr="00374DC0" w:rsidRDefault="00943F35" w:rsidP="00E20133">
      <w:pPr>
        <w:suppressAutoHyphens/>
        <w:rPr>
          <w:rFonts w:cs="Arial"/>
          <w:b/>
          <w:color w:val="auto"/>
          <w:sz w:val="22"/>
          <w:szCs w:val="22"/>
          <w:lang w:val="sv-SE"/>
        </w:rPr>
      </w:pPr>
      <w:r w:rsidRPr="00374DC0">
        <w:rPr>
          <w:rFonts w:cs="Arial"/>
          <w:b/>
          <w:color w:val="auto"/>
          <w:sz w:val="22"/>
          <w:szCs w:val="22"/>
          <w:lang w:val="sv-SE"/>
        </w:rPr>
        <w:t>272024_a</w:t>
      </w:r>
    </w:p>
    <w:p w14:paraId="62B996FE" w14:textId="16D36E2A" w:rsidR="00AD188F" w:rsidRPr="00374DC0" w:rsidRDefault="00001B8E" w:rsidP="00AD188F">
      <w:pPr>
        <w:widowControl w:val="0"/>
        <w:suppressAutoHyphens/>
        <w:rPr>
          <w:rFonts w:cs="Arial"/>
          <w:bCs/>
          <w:color w:val="auto"/>
          <w:sz w:val="22"/>
          <w:szCs w:val="22"/>
          <w:lang w:val="sv-SE"/>
        </w:rPr>
      </w:pPr>
      <w:r w:rsidRPr="00374DC0">
        <w:rPr>
          <w:rFonts w:cs="Arial"/>
          <w:bCs/>
          <w:color w:val="auto"/>
          <w:sz w:val="22"/>
          <w:szCs w:val="22"/>
          <w:lang w:val="sv-SE"/>
        </w:rPr>
        <w:t>Pour les lave-vaisselle de la série « Opal Elite » de Midea, le progrès technologique et le progrès ergonomique vont de pair : la ferrure à mécanisme élévateur ComfortSwing de Hettich permet de remplir et de vider le lave-vaisselle sans se faire mal au dos. Photo : Hettich</w:t>
      </w:r>
    </w:p>
    <w:p w14:paraId="7DE62CA3" w14:textId="1E2F1D2A" w:rsidR="00933965" w:rsidRPr="00374DC0" w:rsidRDefault="00933965" w:rsidP="000B4D30">
      <w:pPr>
        <w:rPr>
          <w:rFonts w:cs="Arial"/>
          <w:bCs/>
          <w:color w:val="auto"/>
          <w:sz w:val="22"/>
          <w:szCs w:val="22"/>
          <w:lang w:val="sv-SE"/>
        </w:rPr>
      </w:pPr>
    </w:p>
    <w:p w14:paraId="65673B01" w14:textId="77777777" w:rsidR="00F36315" w:rsidRPr="00374DC0" w:rsidRDefault="00F36315" w:rsidP="00F80F40">
      <w:pPr>
        <w:pStyle w:val="KeinLeerraum"/>
        <w:widowControl w:val="0"/>
        <w:suppressAutoHyphens/>
        <w:rPr>
          <w:rFonts w:ascii="Arial" w:hAnsi="Arial" w:cs="Arial"/>
          <w:lang w:val="sv-SE"/>
        </w:rPr>
      </w:pPr>
    </w:p>
    <w:p w14:paraId="29E1970C" w14:textId="4E6C706A" w:rsidR="00E65479" w:rsidRPr="00374DC0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  <w:lang w:val="sv-SE"/>
        </w:rPr>
      </w:pPr>
    </w:p>
    <w:p w14:paraId="5A1942B9" w14:textId="77777777" w:rsidR="007135C0" w:rsidRPr="00374DC0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  <w:lang w:val="sv-SE"/>
        </w:rPr>
      </w:pPr>
      <w:r w:rsidRPr="00374DC0">
        <w:rPr>
          <w:rFonts w:cs="Arial"/>
          <w:sz w:val="20"/>
          <w:u w:val="single"/>
          <w:lang w:val="sv-SE"/>
        </w:rPr>
        <w:t>À propos de Hettich</w:t>
      </w:r>
    </w:p>
    <w:p w14:paraId="16219C2F" w14:textId="77777777" w:rsidR="007135C0" w:rsidRPr="00374DC0" w:rsidRDefault="007135C0" w:rsidP="007135C0">
      <w:pPr>
        <w:suppressAutoHyphens/>
        <w:rPr>
          <w:rFonts w:cs="Arial"/>
          <w:color w:val="000000" w:themeColor="text1"/>
          <w:sz w:val="20"/>
          <w:szCs w:val="18"/>
          <w:lang w:val="en-US"/>
        </w:rPr>
      </w:pPr>
      <w:r w:rsidRPr="00374DC0">
        <w:rPr>
          <w:rFonts w:cs="Arial"/>
          <w:color w:val="000000" w:themeColor="text1"/>
          <w:sz w:val="20"/>
          <w:szCs w:val="18"/>
          <w:lang w:val="sv-SE"/>
        </w:rPr>
        <w:t xml:space="preserve">La société Hettich a été fondée en 1888 et est aujourd’hui l’un des plus grands et des plus connus fabricants de ferrures pour meubles au monde. </w:t>
      </w:r>
      <w:r>
        <w:rPr>
          <w:rFonts w:cs="Arial"/>
          <w:color w:val="000000" w:themeColor="text1"/>
          <w:sz w:val="20"/>
          <w:szCs w:val="18"/>
        </w:rPr>
        <w:t xml:space="preserve">Le </w:t>
      </w:r>
      <w:proofErr w:type="spellStart"/>
      <w:r>
        <w:rPr>
          <w:rFonts w:cs="Arial"/>
          <w:color w:val="000000" w:themeColor="text1"/>
          <w:sz w:val="20"/>
          <w:szCs w:val="18"/>
        </w:rPr>
        <w:t>siège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social de l’entreprise familiale est situé à Kirchlengern au cœur du pôle de compétitivité de l’industrie du meuble en Westphalie-de-l’Est. </w:t>
      </w:r>
      <w:r w:rsidRPr="00374DC0">
        <w:rPr>
          <w:rFonts w:cs="Arial"/>
          <w:color w:val="000000" w:themeColor="text1"/>
          <w:sz w:val="20"/>
          <w:szCs w:val="18"/>
          <w:lang w:val="en-US"/>
        </w:rPr>
        <w:t>Quelque 8600 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collaboratrices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et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collaborateurs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travaillent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tous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ensemble dans plus de 100 pays pour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fournir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des solutions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d’avenir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. Avec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sa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devise « It’s all in Hettich », la marque Hettich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offre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une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vaste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gamme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de services qui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s’oriente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systématiquement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vers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les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besoins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des clients du monde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entier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. Une gestion durable du commerce sans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nullement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négliger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les aspects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sociaux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sociétaux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et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écologiques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a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toujours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eu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priorité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374DC0">
        <w:rPr>
          <w:rFonts w:cs="Arial"/>
          <w:color w:val="000000" w:themeColor="text1"/>
          <w:sz w:val="20"/>
          <w:szCs w:val="18"/>
          <w:lang w:val="en-US"/>
        </w:rPr>
        <w:t>absolue</w:t>
      </w:r>
      <w:proofErr w:type="spellEnd"/>
      <w:r w:rsidRPr="00374DC0">
        <w:rPr>
          <w:rFonts w:cs="Arial"/>
          <w:color w:val="000000" w:themeColor="text1"/>
          <w:sz w:val="20"/>
          <w:szCs w:val="18"/>
          <w:lang w:val="en-US"/>
        </w:rPr>
        <w:t xml:space="preserve"> chez Hettich. www.hettich.com</w:t>
      </w:r>
    </w:p>
    <w:p w14:paraId="61BCC70B" w14:textId="77777777" w:rsidR="007135C0" w:rsidRPr="00374DC0" w:rsidRDefault="007135C0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en-US"/>
        </w:rPr>
      </w:pPr>
    </w:p>
    <w:sectPr w:rsidR="007135C0" w:rsidRPr="00374DC0" w:rsidSect="0053418F">
      <w:headerReference w:type="default" r:id="rId11"/>
      <w:footerReference w:type="default" r:id="rId12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10BAF" w14:textId="77777777" w:rsidR="00A61D75" w:rsidRDefault="00A61D75">
      <w:r>
        <w:separator/>
      </w:r>
    </w:p>
  </w:endnote>
  <w:endnote w:type="continuationSeparator" w:id="0">
    <w:p w14:paraId="41882671" w14:textId="77777777" w:rsidR="00A61D75" w:rsidRDefault="00A6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7ADC1CE6" w:rsidR="006F175E" w:rsidRDefault="00C53711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C7DF163">
              <wp:simplePos x="0" y="0"/>
              <wp:positionH relativeFrom="column">
                <wp:posOffset>4578019</wp:posOffset>
              </wp:positionH>
              <wp:positionV relativeFrom="paragraph">
                <wp:posOffset>-3894290</wp:posOffset>
              </wp:positionV>
              <wp:extent cx="1828800" cy="3025471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2547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74DC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 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74DC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Marketing und Vertriebs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74DC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Allemagne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74DC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Tél. 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74DC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anke.woehler@hettich.com</w:t>
                          </w:r>
                          <w:r w:rsidRPr="00374DC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Allemagne</w:t>
                          </w:r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74DC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Tél. 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74DC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Pr="00374DC0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2737F82" w14:textId="3EAC0228" w:rsidR="00A50C9A" w:rsidRPr="00374DC0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  <w:r w:rsidRPr="00374DC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Exemplaire justificatif souhaité</w:t>
                          </w:r>
                        </w:p>
                        <w:p w14:paraId="03BE82C9" w14:textId="77777777" w:rsidR="00A50C9A" w:rsidRPr="00374DC0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6A04DF13" w14:textId="67375C53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PR_272024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0.45pt;margin-top:-306.65pt;width:2in;height:2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" stroked="f">
              <v:textbox>
                <w:txbxContent>
                  <w:p w14:paraId="35EEDE3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374DC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 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374DC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Marketing und Vertriebs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374DC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Allemagne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374DC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Tél. 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374DC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anke.woehler@hettich.com</w:t>
                    </w:r>
                    <w:r w:rsidRPr="00374DC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Allemagne</w:t>
                    </w:r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374DC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Tél. 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374DC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Pr="00374DC0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52737F82" w14:textId="3EAC0228" w:rsidR="00A50C9A" w:rsidRPr="00374DC0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  <w:r w:rsidRPr="00374DC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Exemplaire justificatif souhaité</w:t>
                    </w:r>
                  </w:p>
                  <w:p w14:paraId="03BE82C9" w14:textId="77777777" w:rsidR="00A50C9A" w:rsidRPr="00374DC0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6A04DF13" w14:textId="67375C53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PR_272024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964B34"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7E5EB" w14:textId="77777777" w:rsidR="00A61D75" w:rsidRDefault="00A61D75">
      <w:r>
        <w:separator/>
      </w:r>
    </w:p>
  </w:footnote>
  <w:footnote w:type="continuationSeparator" w:id="0">
    <w:p w14:paraId="0C76947E" w14:textId="77777777" w:rsidR="00A61D75" w:rsidRDefault="00A61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B8E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3EF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4DE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9D0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4727E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851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5850"/>
    <w:rsid w:val="001C60F2"/>
    <w:rsid w:val="001C717C"/>
    <w:rsid w:val="001C7477"/>
    <w:rsid w:val="001C7571"/>
    <w:rsid w:val="001C7A6F"/>
    <w:rsid w:val="001D0C17"/>
    <w:rsid w:val="001D2D5E"/>
    <w:rsid w:val="001D2DF8"/>
    <w:rsid w:val="001D4ACF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5"/>
    <w:rsid w:val="00225A0B"/>
    <w:rsid w:val="00225C4F"/>
    <w:rsid w:val="00227454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4D2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22AA"/>
    <w:rsid w:val="0037357B"/>
    <w:rsid w:val="00374DC0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C7E8C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6D9E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2BA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C67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C0"/>
    <w:rsid w:val="007148FE"/>
    <w:rsid w:val="00714D86"/>
    <w:rsid w:val="00715B7B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1965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0C18"/>
    <w:rsid w:val="007B5F7A"/>
    <w:rsid w:val="007B632E"/>
    <w:rsid w:val="007B6732"/>
    <w:rsid w:val="007B7ACA"/>
    <w:rsid w:val="007C056B"/>
    <w:rsid w:val="007C0DDD"/>
    <w:rsid w:val="007C122F"/>
    <w:rsid w:val="007C2D93"/>
    <w:rsid w:val="007C3537"/>
    <w:rsid w:val="007C4431"/>
    <w:rsid w:val="007C60A2"/>
    <w:rsid w:val="007C698D"/>
    <w:rsid w:val="007C6E9B"/>
    <w:rsid w:val="007C740D"/>
    <w:rsid w:val="007C7989"/>
    <w:rsid w:val="007C7DDC"/>
    <w:rsid w:val="007D116F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68DA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329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1E16"/>
    <w:rsid w:val="00A12456"/>
    <w:rsid w:val="00A12554"/>
    <w:rsid w:val="00A13D3F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5E08"/>
    <w:rsid w:val="00A66270"/>
    <w:rsid w:val="00A667C6"/>
    <w:rsid w:val="00A72B15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27C38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A7D21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67F"/>
    <w:rsid w:val="00BF3755"/>
    <w:rsid w:val="00BF3929"/>
    <w:rsid w:val="00BF3AAD"/>
    <w:rsid w:val="00BF5F60"/>
    <w:rsid w:val="00C0018D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1"/>
    <w:rsid w:val="00C5371C"/>
    <w:rsid w:val="00C54B5C"/>
    <w:rsid w:val="00C5655B"/>
    <w:rsid w:val="00C5768C"/>
    <w:rsid w:val="00C57DC7"/>
    <w:rsid w:val="00C603FE"/>
    <w:rsid w:val="00C6144C"/>
    <w:rsid w:val="00C62A25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2AC2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5DD9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67D8B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5275"/>
    <w:rsid w:val="00D965A5"/>
    <w:rsid w:val="00D972F9"/>
    <w:rsid w:val="00DA0446"/>
    <w:rsid w:val="00DA074B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3EF1"/>
    <w:rsid w:val="00DC667B"/>
    <w:rsid w:val="00DC7CBA"/>
    <w:rsid w:val="00DD2D03"/>
    <w:rsid w:val="00DD3EC2"/>
    <w:rsid w:val="00DD454E"/>
    <w:rsid w:val="00DD499F"/>
    <w:rsid w:val="00DD6280"/>
    <w:rsid w:val="00DD6B4F"/>
    <w:rsid w:val="00DD6BAF"/>
    <w:rsid w:val="00DD7EAB"/>
    <w:rsid w:val="00DE273E"/>
    <w:rsid w:val="00DE275A"/>
    <w:rsid w:val="00DE46D6"/>
    <w:rsid w:val="00DE5570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810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939"/>
    <w:rsid w:val="00F53DFE"/>
    <w:rsid w:val="00F553AA"/>
    <w:rsid w:val="00F614D5"/>
    <w:rsid w:val="00F61AE9"/>
    <w:rsid w:val="00F63B40"/>
    <w:rsid w:val="00F64973"/>
    <w:rsid w:val="00F66728"/>
    <w:rsid w:val="00F708AB"/>
    <w:rsid w:val="00F70AAC"/>
    <w:rsid w:val="00F71CBF"/>
    <w:rsid w:val="00F72AD9"/>
    <w:rsid w:val="00F731DE"/>
    <w:rsid w:val="00F73673"/>
    <w:rsid w:val="00F7415A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66D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fr-fr/produits-et-eshop/solutions-de-ferrures-pour-les-appareils-electromenagers/les-coulisses-quadro-pour-les-lave-vaissell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642</Words>
  <Characters>4068</Characters>
  <Application>Microsoft Office Word</Application>
  <DocSecurity>0</DocSecurity>
  <Lines>33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Toujours à la mode : l’ergonomie des appareils électroménagers - Midea présente le lave-vaisselle équipé d’une ferrure à mécanisme élévateur de Hettich à l’IFA (Salon international d’électronique grand public)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Toujours à la mode : l’ergonomie des appareils électroménagers - Midea présente le lave-vaisselle équipé d’une ferrure à mécanisme élévateur de Hettich à l’IFA (Salon international d’électronique grand public)</dc:title>
  <dc:creator>Anke Wöhler</dc:creator>
  <cp:lastModifiedBy>Anke Wöhler</cp:lastModifiedBy>
  <cp:revision>16</cp:revision>
  <cp:lastPrinted>2023-07-17T06:29:00Z</cp:lastPrinted>
  <dcterms:created xsi:type="dcterms:W3CDTF">2024-09-16T11:34:00Z</dcterms:created>
  <dcterms:modified xsi:type="dcterms:W3CDTF">2024-09-30T05:24:00Z</dcterms:modified>
</cp:coreProperties>
</file>